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44EEB" w14:textId="2308F28E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 xml:space="preserve">Приложение № </w:t>
      </w:r>
      <w:r w:rsidR="00060BCF">
        <w:rPr>
          <w:rFonts w:eastAsia="Times New Roman"/>
          <w:szCs w:val="28"/>
          <w:lang w:eastAsia="ru-RU"/>
        </w:rPr>
        <w:t>8</w:t>
      </w:r>
    </w:p>
    <w:p w14:paraId="6DA46C14" w14:textId="02EE8E49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31CEF0C9" w:rsidR="000A3528" w:rsidRPr="000A3528" w:rsidRDefault="00441285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от </w:t>
      </w:r>
      <w:r w:rsidR="00841B55">
        <w:rPr>
          <w:rFonts w:eastAsia="Times New Roman"/>
          <w:bCs/>
          <w:szCs w:val="28"/>
          <w:lang w:eastAsia="ru-RU"/>
        </w:rPr>
        <w:t>12.12.</w:t>
      </w:r>
      <w:r w:rsidR="009D6E25">
        <w:rPr>
          <w:rFonts w:eastAsia="Times New Roman"/>
          <w:bCs/>
          <w:szCs w:val="28"/>
          <w:lang w:eastAsia="ru-RU"/>
        </w:rPr>
        <w:t>202</w:t>
      </w:r>
      <w:r w:rsidR="008D7EF1">
        <w:rPr>
          <w:rFonts w:eastAsia="Times New Roman"/>
          <w:bCs/>
          <w:szCs w:val="28"/>
          <w:lang w:eastAsia="ru-RU"/>
        </w:rPr>
        <w:t xml:space="preserve">4 года № </w:t>
      </w:r>
      <w:r w:rsidR="00841B55">
        <w:rPr>
          <w:rFonts w:eastAsia="Times New Roman"/>
          <w:bCs/>
          <w:szCs w:val="28"/>
          <w:lang w:eastAsia="ru-RU"/>
        </w:rPr>
        <w:t>525</w:t>
      </w: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005AE046" w14:textId="77777777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  <w:r w:rsidR="00493BEB">
        <w:rPr>
          <w:b/>
          <w:szCs w:val="28"/>
        </w:rPr>
        <w:t xml:space="preserve"> </w:t>
      </w:r>
      <w:r w:rsidRPr="00DC1354">
        <w:rPr>
          <w:b/>
          <w:szCs w:val="28"/>
        </w:rPr>
        <w:t>поддержку</w:t>
      </w:r>
    </w:p>
    <w:p w14:paraId="574B35F7" w14:textId="24446A14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 xml:space="preserve">детей и семей, имеющих детей, </w:t>
      </w:r>
      <w:r w:rsidR="00441285">
        <w:rPr>
          <w:b/>
          <w:szCs w:val="28"/>
        </w:rPr>
        <w:t>на 2025</w:t>
      </w:r>
      <w:r w:rsidR="00493BEB" w:rsidRPr="00493BEB">
        <w:rPr>
          <w:b/>
          <w:szCs w:val="28"/>
        </w:rPr>
        <w:t xml:space="preserve"> год и на плановый </w:t>
      </w:r>
    </w:p>
    <w:p w14:paraId="393DDBDC" w14:textId="3A9AD1A7" w:rsidR="00035823" w:rsidRDefault="00441285" w:rsidP="00224113">
      <w:pPr>
        <w:jc w:val="center"/>
        <w:rPr>
          <w:b/>
          <w:szCs w:val="28"/>
        </w:rPr>
      </w:pPr>
      <w:r>
        <w:rPr>
          <w:b/>
          <w:szCs w:val="28"/>
        </w:rPr>
        <w:t>период 2026 и 2027</w:t>
      </w:r>
      <w:r w:rsidR="00493BEB" w:rsidRPr="00493BEB">
        <w:rPr>
          <w:b/>
          <w:szCs w:val="28"/>
        </w:rPr>
        <w:t xml:space="preserve"> годов</w:t>
      </w:r>
    </w:p>
    <w:p w14:paraId="457D13E5" w14:textId="787BD908" w:rsidR="00D472CF" w:rsidRDefault="00391F51" w:rsidP="00D472CF">
      <w:pPr>
        <w:ind w:hanging="425"/>
        <w:jc w:val="right"/>
        <w:rPr>
          <w:szCs w:val="28"/>
        </w:rPr>
      </w:pPr>
      <w:r>
        <w:rPr>
          <w:szCs w:val="28"/>
        </w:rPr>
        <w:t>(тысяч</w:t>
      </w:r>
      <w:r w:rsidR="00D472CF">
        <w:rPr>
          <w:szCs w:val="28"/>
        </w:rPr>
        <w:t xml:space="preserve"> рублей)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"/>
        <w:gridCol w:w="4802"/>
        <w:gridCol w:w="1417"/>
        <w:gridCol w:w="1418"/>
        <w:gridCol w:w="1417"/>
      </w:tblGrid>
      <w:tr w:rsidR="00AB2741" w:rsidRPr="005618A7" w14:paraId="7C1C1810" w14:textId="77777777" w:rsidTr="00282CF8">
        <w:trPr>
          <w:trHeight w:val="20"/>
          <w:tblHeader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8FC8" w14:textId="77777777" w:rsidR="00AB2741" w:rsidRPr="005618A7" w:rsidRDefault="00AB2741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9C37" w14:textId="77777777" w:rsidR="00AB2741" w:rsidRPr="005618A7" w:rsidRDefault="00AB2741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AF5B" w14:textId="74FED72B" w:rsidR="00AB2741" w:rsidRPr="005618A7" w:rsidRDefault="00AB2741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AB2741" w:rsidRPr="005618A7" w14:paraId="6BE1CD5A" w14:textId="77777777" w:rsidTr="005A4283">
        <w:trPr>
          <w:trHeight w:val="20"/>
          <w:tblHeader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A1E91" w14:textId="77777777" w:rsidR="00AB2741" w:rsidRPr="005618A7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666E" w14:textId="77777777" w:rsidR="00AB2741" w:rsidRPr="005618A7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8E49" w14:textId="5893E6F4" w:rsidR="00AB2741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2025</w:t>
            </w: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857F8" w14:textId="3D0FFFC0" w:rsidR="00AB2741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2026</w:t>
            </w: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38995" w14:textId="29D32BD0" w:rsidR="00AB2741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2027</w:t>
            </w: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D2B" w:rsidRPr="005618A7" w14:paraId="1072FDDC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40E21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EC9E" w14:textId="77777777" w:rsidR="00E36D2B" w:rsidRPr="002665DF" w:rsidRDefault="00E36D2B" w:rsidP="00E36D2B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665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84110" w14:textId="5195C054" w:rsidR="00E36D2B" w:rsidRPr="008E4548" w:rsidRDefault="00082AF0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294 371,8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F094" w14:textId="7BD778AC" w:rsidR="00E36D2B" w:rsidRPr="008E4548" w:rsidRDefault="00082AF0" w:rsidP="002A35C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277 307,0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6203" w14:textId="1888BEB1" w:rsidR="00E36D2B" w:rsidRPr="008E4548" w:rsidRDefault="00082AF0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281 338,2</w:t>
            </w:r>
          </w:p>
        </w:tc>
      </w:tr>
      <w:tr w:rsidR="00E36D2B" w:rsidRPr="005618A7" w14:paraId="69057B26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4365" w14:textId="7C2C056D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7E3D" w14:textId="10808D08" w:rsidR="00E36D2B" w:rsidRPr="005618A7" w:rsidRDefault="004C05B2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C05B2">
              <w:rPr>
                <w:rFonts w:eastAsia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D06F" w14:textId="25CA1A7E" w:rsidR="00E36D2B" w:rsidRPr="005618A7" w:rsidRDefault="001935A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87 650,9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3047" w14:textId="3A70B4BB" w:rsidR="00E36D2B" w:rsidRPr="005618A7" w:rsidRDefault="00B67198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68 420,3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FA99" w14:textId="251B87BE" w:rsidR="008334BF" w:rsidRPr="005618A7" w:rsidRDefault="00D52DE2" w:rsidP="008334B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68 420,3</w:t>
            </w:r>
          </w:p>
        </w:tc>
      </w:tr>
      <w:tr w:rsidR="00E36D2B" w:rsidRPr="005618A7" w14:paraId="02638565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24A28" w14:textId="06EF0C9A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A2D7" w14:textId="3892B1CD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4C05B2" w:rsidRPr="004C05B2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 воспитание в приемную семью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B08CC" w14:textId="0D0D82ED" w:rsidR="00E36D2B" w:rsidRPr="005618A7" w:rsidRDefault="001935A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45 976,6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22CC" w14:textId="28F16D7C" w:rsidR="00E36D2B" w:rsidRPr="005618A7" w:rsidRDefault="001935A6" w:rsidP="009E0259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53 754,7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CB7CA" w14:textId="137816E4" w:rsidR="00E36D2B" w:rsidRPr="005618A7" w:rsidRDefault="001935A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55 905,0</w:t>
            </w:r>
          </w:p>
        </w:tc>
      </w:tr>
      <w:tr w:rsidR="00E36D2B" w:rsidRPr="005618A7" w14:paraId="2C73EB20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13255" w14:textId="2971C98E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BB07" w14:textId="2642FF3E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ежемесячного вознаграждения, причитающегося приемным родителям за оказание усл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уг по воспитанию приемных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C558" w14:textId="4EC5CF2E" w:rsidR="00E36D2B" w:rsidRPr="005618A7" w:rsidRDefault="001935A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41 579,3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ABDF3" w14:textId="5960B6C6" w:rsidR="00E36D2B" w:rsidRPr="005618A7" w:rsidRDefault="001935A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44 065,2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EC38" w14:textId="14E2C713" w:rsidR="00E36D2B" w:rsidRPr="005618A7" w:rsidRDefault="001935A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45 674,6</w:t>
            </w:r>
          </w:p>
        </w:tc>
      </w:tr>
      <w:tr w:rsidR="004C05B2" w:rsidRPr="005618A7" w14:paraId="2B4EDC63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C95ED" w14:textId="04C41338" w:rsidR="004C05B2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5E31" w14:textId="75509058" w:rsidR="004C05B2" w:rsidRPr="005618A7" w:rsidRDefault="004C05B2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t xml:space="preserve">ыплата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виде лишения свободы, при их возвращении в указанные жилые помещения)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A6761" w14:textId="7346C5B6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CA517" w14:textId="7D1BCF4C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64DAE" w14:textId="2EECA44D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5734" w:rsidRPr="005618A7" w14:paraId="081E4274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A8B28" w14:textId="42C6129B" w:rsidR="00E45734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62FC" w14:textId="68DFB692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детей, нуждающихся в особой заботе государства, перед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анных на патронатное воспитание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73524" w14:textId="5D39D289" w:rsidR="00E45734" w:rsidRDefault="00B366AA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E6685" w14:textId="168D49AA" w:rsidR="00E45734" w:rsidRDefault="001935A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190,5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FB7E3" w14:textId="7926C412" w:rsidR="00E45734" w:rsidRDefault="001935A6" w:rsidP="0044128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198,1</w:t>
            </w:r>
          </w:p>
        </w:tc>
      </w:tr>
      <w:tr w:rsidR="00E45734" w:rsidRPr="005618A7" w14:paraId="3AC06908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A67B" w14:textId="66AF4399" w:rsidR="00E45734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8822" w14:textId="507EFAA6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ежемесячного вознаграждения, причитающегося патронатным воспитателям за оказание услуг по осуществлению патронатного воспитания 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постинтернатного сопровождения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17D2F" w14:textId="221C15C8" w:rsidR="00E45734" w:rsidRDefault="00B366AA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C3F3A" w14:textId="417CF7BC" w:rsidR="00E45734" w:rsidRDefault="00441285" w:rsidP="001935A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204,</w:t>
            </w:r>
            <w:r w:rsidR="001935A6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27507" w14:textId="7BC627D2" w:rsidR="00E45734" w:rsidRDefault="001935A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212,1</w:t>
            </w:r>
          </w:p>
        </w:tc>
      </w:tr>
      <w:tr w:rsidR="00E36D2B" w:rsidRPr="005618A7" w14:paraId="098CC7CB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FE8BD" w14:textId="4BACB962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8AC0" w14:textId="77777777" w:rsidR="00E36D2B" w:rsidRPr="005618A7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7DDC4" w14:textId="4FB294EC" w:rsidR="00E36D2B" w:rsidRPr="005618A7" w:rsidRDefault="001935A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7 933,5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35EE7" w14:textId="3A9451B4" w:rsidR="00E36D2B" w:rsidRPr="005618A7" w:rsidRDefault="001935A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10 562,9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C8E52" w14:textId="32C350F7" w:rsidR="00E36D2B" w:rsidRPr="005618A7" w:rsidRDefault="001935A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10 562,9</w:t>
            </w:r>
          </w:p>
        </w:tc>
      </w:tr>
      <w:tr w:rsidR="00E36D2B" w:rsidRPr="005618A7" w14:paraId="36929A2A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54398" w14:textId="0D380523" w:rsidR="00E36D2B" w:rsidRPr="005618A7" w:rsidRDefault="00F52D57" w:rsidP="00083A73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28B0" w14:textId="5A779A80" w:rsidR="00E36D2B" w:rsidRPr="005618A7" w:rsidRDefault="00752DEF" w:rsidP="00E36D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B530" w14:textId="2F2A2DAC" w:rsidR="00E36D2B" w:rsidRPr="008E4548" w:rsidRDefault="00CC7640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2 539,7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BD6B1" w14:textId="05E86DEF" w:rsidR="00E36D2B" w:rsidRPr="008E4548" w:rsidRDefault="00723355" w:rsidP="0044128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1FA3" w14:textId="40CE1343" w:rsidR="00E36D2B" w:rsidRPr="008E4548" w:rsidRDefault="0072335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990,0</w:t>
            </w:r>
          </w:p>
        </w:tc>
      </w:tr>
      <w:tr w:rsidR="00E36D2B" w:rsidRPr="005618A7" w14:paraId="60CDCAA2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1111B" w14:textId="30B854E7" w:rsidR="00E36D2B" w:rsidRPr="005618A7" w:rsidRDefault="00F52D5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F61A" w14:textId="50F900CC" w:rsidR="00E36D2B" w:rsidRPr="005618A7" w:rsidRDefault="00B8662F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8662F">
              <w:rPr>
                <w:rFonts w:eastAsia="Times New Roman"/>
                <w:sz w:val="24"/>
                <w:szCs w:val="24"/>
                <w:lang w:eastAsia="ru-RU"/>
              </w:rPr>
              <w:t>плата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ание, к месту лечения и обратно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30D3F" w14:textId="7FB41FB0" w:rsidR="00E36D2B" w:rsidRPr="005618A7" w:rsidRDefault="001935A6" w:rsidP="00B366A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502,2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26DE" w14:textId="7574DA9D" w:rsidR="00E36D2B" w:rsidRPr="005618A7" w:rsidRDefault="00441285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1 436,6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FEB97" w14:textId="0C77526B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1 436,6</w:t>
            </w:r>
          </w:p>
        </w:tc>
      </w:tr>
      <w:tr w:rsidR="002A35C0" w:rsidRPr="005618A7" w14:paraId="71168CE7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D9514" w14:textId="0712B2B5" w:rsidR="002A35C0" w:rsidRPr="005618A7" w:rsidRDefault="002A35C0" w:rsidP="003D56B8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  <w:r w:rsidR="00F52D57">
              <w:rPr>
                <w:rFonts w:eastAsia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F349" w14:textId="437CB0E2" w:rsidR="002A35C0" w:rsidRPr="00A54DD8" w:rsidRDefault="002A35C0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54DD8">
              <w:rPr>
                <w:rFonts w:eastAsia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1B3F" w14:textId="0B558B7A" w:rsidR="002A35C0" w:rsidRPr="00A54DD8" w:rsidRDefault="00A54DD8" w:rsidP="0069443E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54DD8">
              <w:rPr>
                <w:rFonts w:eastAsia="Times New Roman"/>
                <w:sz w:val="24"/>
                <w:szCs w:val="24"/>
                <w:lang w:eastAsia="ru-RU"/>
              </w:rPr>
              <w:t>2 937,1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83706" w14:textId="61D01608" w:rsidR="002A35C0" w:rsidRPr="00A54DD8" w:rsidRDefault="00A54DD8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54DD8">
              <w:rPr>
                <w:rFonts w:eastAsia="Times New Roman"/>
                <w:sz w:val="24"/>
                <w:szCs w:val="24"/>
                <w:lang w:eastAsia="ru-RU"/>
              </w:rPr>
              <w:t>1 721,4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3B3D3" w14:textId="43D4885E" w:rsidR="002A35C0" w:rsidRPr="00A54DD8" w:rsidRDefault="00A54DD8" w:rsidP="0069443E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54DD8">
              <w:rPr>
                <w:rFonts w:eastAsia="Times New Roman"/>
                <w:sz w:val="24"/>
                <w:szCs w:val="24"/>
                <w:lang w:eastAsia="ru-RU"/>
              </w:rPr>
              <w:t>1 928,1</w:t>
            </w:r>
          </w:p>
        </w:tc>
      </w:tr>
      <w:tr w:rsidR="000325B3" w:rsidRPr="005618A7" w14:paraId="6A35A73B" w14:textId="77777777" w:rsidTr="002665DF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6D88F" w14:textId="0C1C44EB" w:rsidR="000325B3" w:rsidRPr="005618A7" w:rsidRDefault="00F52D5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CC4D" w14:textId="20ADB114" w:rsidR="000325B3" w:rsidRPr="005618A7" w:rsidRDefault="00F52D57" w:rsidP="00F52D5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F52D57">
              <w:rPr>
                <w:rFonts w:eastAsia="Times New Roman"/>
                <w:sz w:val="24"/>
                <w:szCs w:val="24"/>
                <w:lang w:eastAsia="ru-RU"/>
              </w:rPr>
              <w:t>Обеспечение питанием обучающихся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08475" w14:textId="037EF63B" w:rsidR="000325B3" w:rsidRDefault="001935A6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104 674,0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65837" w14:textId="7E139ED8" w:rsidR="000325B3" w:rsidRDefault="009A0375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95 960,7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31C69" w14:textId="64C4388F" w:rsidR="00F52D57" w:rsidRDefault="009A0375" w:rsidP="00F52D5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96 010,5</w:t>
            </w:r>
          </w:p>
        </w:tc>
      </w:tr>
    </w:tbl>
    <w:p w14:paraId="38FD1E82" w14:textId="77777777" w:rsidR="00B9236A" w:rsidRDefault="00B9236A" w:rsidP="002A6F44">
      <w:pPr>
        <w:ind w:hanging="425"/>
        <w:jc w:val="right"/>
        <w:rPr>
          <w:szCs w:val="28"/>
        </w:rPr>
      </w:pPr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33605C43" w14:textId="664CF755" w:rsidR="00087EAB" w:rsidRDefault="004F3134" w:rsidP="00AF7ABA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Н</w:t>
      </w:r>
      <w:r w:rsidR="00AF7ABA" w:rsidRPr="00AF7ABA">
        <w:rPr>
          <w:rFonts w:eastAsia="Calibri"/>
          <w:szCs w:val="28"/>
        </w:rPr>
        <w:t>ачальник финансового управления</w:t>
      </w:r>
    </w:p>
    <w:p w14:paraId="1E1E83D7" w14:textId="77777777" w:rsidR="00087EAB" w:rsidRDefault="00AF7ABA" w:rsidP="00AF7ABA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AF7ABA">
        <w:rPr>
          <w:rFonts w:eastAsia="Calibri"/>
          <w:szCs w:val="28"/>
        </w:rPr>
        <w:t xml:space="preserve">администрации муниципального </w:t>
      </w:r>
    </w:p>
    <w:p w14:paraId="05B9CA1F" w14:textId="508F4A2A" w:rsidR="007B710F" w:rsidRDefault="00AF7ABA" w:rsidP="00AF7ABA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AF7ABA">
        <w:rPr>
          <w:rFonts w:eastAsia="Calibri"/>
          <w:szCs w:val="28"/>
        </w:rPr>
        <w:t>образования Новокубанский район</w:t>
      </w:r>
      <w:r w:rsidRPr="00AF7ABA">
        <w:rPr>
          <w:rFonts w:eastAsia="Calibri"/>
          <w:szCs w:val="28"/>
        </w:rPr>
        <w:tab/>
      </w:r>
      <w:r w:rsidRPr="00AF7ABA"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</w:r>
      <w:r>
        <w:rPr>
          <w:rFonts w:eastAsia="Calibri"/>
          <w:szCs w:val="28"/>
        </w:rPr>
        <w:tab/>
      </w:r>
      <w:r w:rsidRPr="00AF7ABA">
        <w:rPr>
          <w:rFonts w:eastAsia="Calibri"/>
          <w:szCs w:val="28"/>
        </w:rPr>
        <w:tab/>
      </w:r>
      <w:r w:rsidR="004F3134">
        <w:rPr>
          <w:rFonts w:eastAsia="Calibri"/>
          <w:szCs w:val="28"/>
        </w:rPr>
        <w:t>И.Ю.Андреева</w:t>
      </w:r>
      <w:bookmarkStart w:id="0" w:name="_GoBack"/>
      <w:bookmarkEnd w:id="0"/>
    </w:p>
    <w:p w14:paraId="42420051" w14:textId="438BAF0C" w:rsidR="00391F51" w:rsidRPr="002C65D5" w:rsidRDefault="00391F51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sectPr w:rsidR="00391F51" w:rsidRPr="002C65D5" w:rsidSect="002665DF">
      <w:headerReference w:type="default" r:id="rId7"/>
      <w:pgSz w:w="11906" w:h="16838"/>
      <w:pgMar w:top="1134" w:right="567" w:bottom="1134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891B1" w14:textId="77777777" w:rsidR="00CD0B22" w:rsidRDefault="00CD0B22" w:rsidP="00E12559">
      <w:r>
        <w:separator/>
      </w:r>
    </w:p>
  </w:endnote>
  <w:endnote w:type="continuationSeparator" w:id="0">
    <w:p w14:paraId="3B301C4C" w14:textId="77777777" w:rsidR="00CD0B22" w:rsidRDefault="00CD0B2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9C292" w14:textId="77777777" w:rsidR="00CD0B22" w:rsidRDefault="00CD0B22" w:rsidP="00E12559">
      <w:r>
        <w:separator/>
      </w:r>
    </w:p>
  </w:footnote>
  <w:footnote w:type="continuationSeparator" w:id="0">
    <w:p w14:paraId="2EAEFF93" w14:textId="77777777" w:rsidR="00CD0B22" w:rsidRDefault="00CD0B2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4F3134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5B3"/>
    <w:rsid w:val="00032D30"/>
    <w:rsid w:val="0003473F"/>
    <w:rsid w:val="00035823"/>
    <w:rsid w:val="00045A73"/>
    <w:rsid w:val="00046236"/>
    <w:rsid w:val="00053023"/>
    <w:rsid w:val="00053465"/>
    <w:rsid w:val="00053D90"/>
    <w:rsid w:val="000561B7"/>
    <w:rsid w:val="0006049E"/>
    <w:rsid w:val="00060BCF"/>
    <w:rsid w:val="0006187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3FC"/>
    <w:rsid w:val="00076D5F"/>
    <w:rsid w:val="00076EDA"/>
    <w:rsid w:val="00081C54"/>
    <w:rsid w:val="00082AF0"/>
    <w:rsid w:val="00083A73"/>
    <w:rsid w:val="000842B7"/>
    <w:rsid w:val="00084EF3"/>
    <w:rsid w:val="00085377"/>
    <w:rsid w:val="00085F79"/>
    <w:rsid w:val="00087EAB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D7791"/>
    <w:rsid w:val="000E0089"/>
    <w:rsid w:val="000E0EA8"/>
    <w:rsid w:val="000E3772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25BF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35A6"/>
    <w:rsid w:val="0019509C"/>
    <w:rsid w:val="00195C65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0F77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4113"/>
    <w:rsid w:val="002255C0"/>
    <w:rsid w:val="00226A66"/>
    <w:rsid w:val="00226F6C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4AEF"/>
    <w:rsid w:val="00256A66"/>
    <w:rsid w:val="00262F02"/>
    <w:rsid w:val="00264C9C"/>
    <w:rsid w:val="002665DF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405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35C0"/>
    <w:rsid w:val="002A40C7"/>
    <w:rsid w:val="002A4ABD"/>
    <w:rsid w:val="002A6F44"/>
    <w:rsid w:val="002A7901"/>
    <w:rsid w:val="002A7A30"/>
    <w:rsid w:val="002B07B3"/>
    <w:rsid w:val="002B0D11"/>
    <w:rsid w:val="002B4BA9"/>
    <w:rsid w:val="002C2E1B"/>
    <w:rsid w:val="002C613F"/>
    <w:rsid w:val="002C6526"/>
    <w:rsid w:val="002C65D5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1D2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21F"/>
    <w:rsid w:val="00373CF8"/>
    <w:rsid w:val="0037779C"/>
    <w:rsid w:val="00380FF7"/>
    <w:rsid w:val="0038136A"/>
    <w:rsid w:val="0038163E"/>
    <w:rsid w:val="00382242"/>
    <w:rsid w:val="00382FFC"/>
    <w:rsid w:val="00384BB2"/>
    <w:rsid w:val="00391F51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56B8"/>
    <w:rsid w:val="003D6A37"/>
    <w:rsid w:val="003E06B4"/>
    <w:rsid w:val="003E1497"/>
    <w:rsid w:val="003E1907"/>
    <w:rsid w:val="003E5BEF"/>
    <w:rsid w:val="003E7B63"/>
    <w:rsid w:val="003F66F1"/>
    <w:rsid w:val="003F6D8F"/>
    <w:rsid w:val="004007E9"/>
    <w:rsid w:val="0040190A"/>
    <w:rsid w:val="004109AF"/>
    <w:rsid w:val="00410C96"/>
    <w:rsid w:val="004120CC"/>
    <w:rsid w:val="00413971"/>
    <w:rsid w:val="0041724B"/>
    <w:rsid w:val="004216ED"/>
    <w:rsid w:val="00425A37"/>
    <w:rsid w:val="0042646C"/>
    <w:rsid w:val="00431FDD"/>
    <w:rsid w:val="00432754"/>
    <w:rsid w:val="0044036F"/>
    <w:rsid w:val="00440731"/>
    <w:rsid w:val="00441285"/>
    <w:rsid w:val="0044291F"/>
    <w:rsid w:val="00444582"/>
    <w:rsid w:val="00447061"/>
    <w:rsid w:val="004506EE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2EF4"/>
    <w:rsid w:val="00485A54"/>
    <w:rsid w:val="004861D2"/>
    <w:rsid w:val="004918F5"/>
    <w:rsid w:val="00493BEB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5B2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5ED"/>
    <w:rsid w:val="004E48B5"/>
    <w:rsid w:val="004E5D02"/>
    <w:rsid w:val="004E76B1"/>
    <w:rsid w:val="004F1EB4"/>
    <w:rsid w:val="004F2101"/>
    <w:rsid w:val="004F3134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1DD9"/>
    <w:rsid w:val="005521B0"/>
    <w:rsid w:val="00553A06"/>
    <w:rsid w:val="00553E19"/>
    <w:rsid w:val="00554F15"/>
    <w:rsid w:val="005618A7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A29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5845"/>
    <w:rsid w:val="005E6DDE"/>
    <w:rsid w:val="005E765F"/>
    <w:rsid w:val="005F1D33"/>
    <w:rsid w:val="005F2E55"/>
    <w:rsid w:val="005F584F"/>
    <w:rsid w:val="005F72EA"/>
    <w:rsid w:val="005F7371"/>
    <w:rsid w:val="006048DE"/>
    <w:rsid w:val="00607352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47FE4"/>
    <w:rsid w:val="00651044"/>
    <w:rsid w:val="00651593"/>
    <w:rsid w:val="00652240"/>
    <w:rsid w:val="00653105"/>
    <w:rsid w:val="00657868"/>
    <w:rsid w:val="00661C26"/>
    <w:rsid w:val="006636B0"/>
    <w:rsid w:val="00664380"/>
    <w:rsid w:val="00664BF8"/>
    <w:rsid w:val="006650B5"/>
    <w:rsid w:val="00666A22"/>
    <w:rsid w:val="00671501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43E"/>
    <w:rsid w:val="00694F4D"/>
    <w:rsid w:val="006A16C2"/>
    <w:rsid w:val="006A7937"/>
    <w:rsid w:val="006A7AFA"/>
    <w:rsid w:val="006A7B0C"/>
    <w:rsid w:val="006B0D0E"/>
    <w:rsid w:val="006B3879"/>
    <w:rsid w:val="006B4995"/>
    <w:rsid w:val="006B60B5"/>
    <w:rsid w:val="006C03CE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DAD"/>
    <w:rsid w:val="00702E9A"/>
    <w:rsid w:val="00703110"/>
    <w:rsid w:val="0070374D"/>
    <w:rsid w:val="00707A8C"/>
    <w:rsid w:val="00710041"/>
    <w:rsid w:val="007103EB"/>
    <w:rsid w:val="00711536"/>
    <w:rsid w:val="0071328B"/>
    <w:rsid w:val="00713E16"/>
    <w:rsid w:val="0071407D"/>
    <w:rsid w:val="00714EAA"/>
    <w:rsid w:val="00714FA5"/>
    <w:rsid w:val="00716E9A"/>
    <w:rsid w:val="00717EB7"/>
    <w:rsid w:val="007204E2"/>
    <w:rsid w:val="0072085B"/>
    <w:rsid w:val="00721B37"/>
    <w:rsid w:val="00723355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2DEF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B710F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32E0"/>
    <w:rsid w:val="007F6571"/>
    <w:rsid w:val="007F74FB"/>
    <w:rsid w:val="007F7AE4"/>
    <w:rsid w:val="008013C8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2DD0"/>
    <w:rsid w:val="008334BF"/>
    <w:rsid w:val="008357BD"/>
    <w:rsid w:val="00837EF3"/>
    <w:rsid w:val="0084006C"/>
    <w:rsid w:val="00841B55"/>
    <w:rsid w:val="0084246F"/>
    <w:rsid w:val="00845107"/>
    <w:rsid w:val="00846208"/>
    <w:rsid w:val="00846258"/>
    <w:rsid w:val="00846675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D7EF1"/>
    <w:rsid w:val="008E0258"/>
    <w:rsid w:val="008E25E4"/>
    <w:rsid w:val="008E4548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7AB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26AC"/>
    <w:rsid w:val="00944536"/>
    <w:rsid w:val="0094759C"/>
    <w:rsid w:val="009508B4"/>
    <w:rsid w:val="00952551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0375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D6E25"/>
    <w:rsid w:val="009E0259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4DD8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741"/>
    <w:rsid w:val="00AB2E95"/>
    <w:rsid w:val="00AB5340"/>
    <w:rsid w:val="00AB64D5"/>
    <w:rsid w:val="00AB761A"/>
    <w:rsid w:val="00AB7C01"/>
    <w:rsid w:val="00AC51E3"/>
    <w:rsid w:val="00AC6025"/>
    <w:rsid w:val="00AC6B9B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AF7ABA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366AA"/>
    <w:rsid w:val="00B43D81"/>
    <w:rsid w:val="00B4574A"/>
    <w:rsid w:val="00B45AA7"/>
    <w:rsid w:val="00B46B01"/>
    <w:rsid w:val="00B53A72"/>
    <w:rsid w:val="00B57F8A"/>
    <w:rsid w:val="00B6150B"/>
    <w:rsid w:val="00B62C4A"/>
    <w:rsid w:val="00B63E1F"/>
    <w:rsid w:val="00B6626D"/>
    <w:rsid w:val="00B67198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8662F"/>
    <w:rsid w:val="00B9236A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35D0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A79E8"/>
    <w:rsid w:val="00CB1EDA"/>
    <w:rsid w:val="00CB2EC7"/>
    <w:rsid w:val="00CB327B"/>
    <w:rsid w:val="00CB76F4"/>
    <w:rsid w:val="00CC1F22"/>
    <w:rsid w:val="00CC2D3F"/>
    <w:rsid w:val="00CC7640"/>
    <w:rsid w:val="00CC7BF4"/>
    <w:rsid w:val="00CD0B22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5E8F"/>
    <w:rsid w:val="00D472CF"/>
    <w:rsid w:val="00D47C97"/>
    <w:rsid w:val="00D52111"/>
    <w:rsid w:val="00D52DE2"/>
    <w:rsid w:val="00D55C96"/>
    <w:rsid w:val="00D55DB2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6EA7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A73"/>
    <w:rsid w:val="00E36D2B"/>
    <w:rsid w:val="00E4093E"/>
    <w:rsid w:val="00E4123F"/>
    <w:rsid w:val="00E418E8"/>
    <w:rsid w:val="00E422F0"/>
    <w:rsid w:val="00E430C0"/>
    <w:rsid w:val="00E432F7"/>
    <w:rsid w:val="00E4533D"/>
    <w:rsid w:val="00E45734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2C03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3A5"/>
    <w:rsid w:val="00EC54CC"/>
    <w:rsid w:val="00ED04C3"/>
    <w:rsid w:val="00ED185D"/>
    <w:rsid w:val="00ED6CA2"/>
    <w:rsid w:val="00ED7D86"/>
    <w:rsid w:val="00EE0130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04DDF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960"/>
    <w:rsid w:val="00F33D76"/>
    <w:rsid w:val="00F4121C"/>
    <w:rsid w:val="00F42CA6"/>
    <w:rsid w:val="00F42D4A"/>
    <w:rsid w:val="00F452A3"/>
    <w:rsid w:val="00F476B0"/>
    <w:rsid w:val="00F512A7"/>
    <w:rsid w:val="00F52D5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065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1A6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4CBDD912"/>
  <w15:docId w15:val="{74DB900A-2F03-4987-8DC9-D254F762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986F5-3C91-4C92-9B25-38962C976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955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Шмойлова Наталья Николаевна</cp:lastModifiedBy>
  <cp:revision>178</cp:revision>
  <cp:lastPrinted>2025-11-07T09:36:00Z</cp:lastPrinted>
  <dcterms:created xsi:type="dcterms:W3CDTF">2017-09-18T13:02:00Z</dcterms:created>
  <dcterms:modified xsi:type="dcterms:W3CDTF">2025-12-01T06:52:00Z</dcterms:modified>
</cp:coreProperties>
</file>